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397E65" w14:paraId="4E7BF18C" w14:textId="77777777" w:rsidTr="00146EEC">
        <w:tc>
          <w:tcPr>
            <w:tcW w:w="2689" w:type="dxa"/>
          </w:tcPr>
          <w:p w14:paraId="6A3A6189" w14:textId="26DDDE3D" w:rsidR="00397E65" w:rsidRPr="00397E65" w:rsidRDefault="00397E65" w:rsidP="00397E65">
            <w:pPr>
              <w:pStyle w:val="SIText"/>
            </w:pPr>
            <w:r w:rsidRPr="00397E65">
              <w:t>Release 1</w:t>
            </w:r>
          </w:p>
        </w:tc>
        <w:tc>
          <w:tcPr>
            <w:tcW w:w="6939" w:type="dxa"/>
          </w:tcPr>
          <w:p w14:paraId="5CBCB516" w14:textId="30A2BC5F" w:rsidR="00397E65" w:rsidRPr="00397E65" w:rsidRDefault="00397E65" w:rsidP="003352B5">
            <w:pPr>
              <w:pStyle w:val="SIText"/>
            </w:pPr>
            <w:r w:rsidRPr="00397E65">
              <w:t xml:space="preserve">This version released with AHC Agriculture, Horticulture, Conservation and Land Management Training Package Version </w:t>
            </w:r>
            <w:r w:rsidR="003352B5" w:rsidRPr="00EA0F40">
              <w:rPr>
                <w:rStyle w:val="SITemporaryText-blue"/>
              </w:rPr>
              <w:t>XX</w:t>
            </w:r>
            <w:r w:rsidR="003352B5">
              <w:rPr>
                <w:rStyle w:val="SITemporaryText-blue"/>
              </w:rPr>
              <w:t>.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6E21559C" w:rsidR="00F1480E" w:rsidRPr="005404CB" w:rsidRDefault="00A3135C" w:rsidP="005404CB">
            <w:pPr>
              <w:pStyle w:val="SIUNITCODE"/>
            </w:pPr>
            <w:r>
              <w:t>AHCPER</w:t>
            </w:r>
            <w:r w:rsidR="00011C5C">
              <w:t>5</w:t>
            </w:r>
            <w:r w:rsidR="0060141C">
              <w:t>X2</w:t>
            </w:r>
          </w:p>
        </w:tc>
        <w:tc>
          <w:tcPr>
            <w:tcW w:w="3604" w:type="pct"/>
            <w:shd w:val="clear" w:color="auto" w:fill="auto"/>
          </w:tcPr>
          <w:p w14:paraId="01D80964" w14:textId="292B34E4" w:rsidR="00F1480E" w:rsidRPr="005404CB" w:rsidRDefault="005A781A" w:rsidP="005A781A">
            <w:pPr>
              <w:pStyle w:val="SIUnittitle"/>
            </w:pPr>
            <w:r>
              <w:t>Plan and conduct</w:t>
            </w:r>
            <w:r w:rsidR="00011C5C" w:rsidRPr="00011C5C">
              <w:t xml:space="preserve"> field research</w:t>
            </w:r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9D94305" w14:textId="451443B9" w:rsidR="00011C5C" w:rsidRPr="00011C5C" w:rsidRDefault="00011C5C" w:rsidP="00011C5C">
            <w:r w:rsidRPr="00011C5C">
              <w:t xml:space="preserve">This unit of competency describes the skills and knowledge required to </w:t>
            </w:r>
            <w:r w:rsidR="005A781A">
              <w:t xml:space="preserve">plan, develop methodology and implement </w:t>
            </w:r>
            <w:r w:rsidRPr="00011C5C">
              <w:t xml:space="preserve">field research. It requires the ability to </w:t>
            </w:r>
            <w:r w:rsidR="003352B5">
              <w:t xml:space="preserve">determine research questions, </w:t>
            </w:r>
            <w:r w:rsidRPr="00011C5C">
              <w:t>design technical and</w:t>
            </w:r>
            <w:r w:rsidR="005A781A">
              <w:t>/or</w:t>
            </w:r>
            <w:r w:rsidRPr="00011C5C">
              <w:t xml:space="preserve"> social field research, prepare, </w:t>
            </w:r>
            <w:r w:rsidR="005A781A" w:rsidRPr="00011C5C">
              <w:t>conduct</w:t>
            </w:r>
            <w:r w:rsidR="005A781A">
              <w:t xml:space="preserve">, </w:t>
            </w:r>
            <w:r w:rsidRPr="00011C5C">
              <w:t xml:space="preserve">assess and report on </w:t>
            </w:r>
            <w:r w:rsidR="003352B5">
              <w:t xml:space="preserve">field </w:t>
            </w:r>
            <w:r w:rsidRPr="00011C5C">
              <w:t xml:space="preserve">research </w:t>
            </w:r>
            <w:r w:rsidR="003352B5">
              <w:t xml:space="preserve">outcomes for a </w:t>
            </w:r>
            <w:r w:rsidR="005A781A">
              <w:t xml:space="preserve">specific </w:t>
            </w:r>
            <w:r w:rsidR="003352B5">
              <w:t>industry</w:t>
            </w:r>
            <w:r w:rsidR="005A781A">
              <w:t xml:space="preserve"> sector.</w:t>
            </w:r>
          </w:p>
          <w:p w14:paraId="2F5247DD" w14:textId="77777777" w:rsidR="00011C5C" w:rsidRDefault="00011C5C" w:rsidP="00011C5C"/>
          <w:p w14:paraId="0714DDF3" w14:textId="5C3EAE9C" w:rsidR="00011C5C" w:rsidRPr="00011C5C" w:rsidRDefault="005A781A" w:rsidP="00011C5C">
            <w:r>
              <w:t>The</w:t>
            </w:r>
            <w:r w:rsidRPr="00011C5C">
              <w:t xml:space="preserve"> </w:t>
            </w:r>
            <w:r w:rsidR="00011C5C" w:rsidRPr="00011C5C">
              <w:t xml:space="preserve">unit applies to individuals who analyse information and exercise judgement to complete a range of advanced skilled activities and demonstrate deep knowledge in a specific technical area. They have accountability for the work of others and analyse, </w:t>
            </w:r>
            <w:proofErr w:type="gramStart"/>
            <w:r w:rsidR="00011C5C" w:rsidRPr="00011C5C">
              <w:t>design</w:t>
            </w:r>
            <w:proofErr w:type="gramEnd"/>
            <w:r w:rsidR="00011C5C" w:rsidRPr="00011C5C">
              <w:t xml:space="preserve"> and communicate solutions to a range of complex problems.</w:t>
            </w:r>
          </w:p>
          <w:p w14:paraId="2A9F8B0F" w14:textId="77777777" w:rsidR="00011C5C" w:rsidRDefault="00011C5C" w:rsidP="00011C5C"/>
          <w:p w14:paraId="4693798F" w14:textId="029BB5F1" w:rsidR="00011C5C" w:rsidRPr="00011C5C" w:rsidRDefault="00011C5C" w:rsidP="00011C5C">
            <w:r w:rsidRPr="00011C5C">
              <w:t>No occupational licensing, legislative or certification requirements are known to apply to this unit at the time of publication.</w:t>
            </w:r>
          </w:p>
          <w:p w14:paraId="22C15BCD" w14:textId="4D7AC4B5" w:rsidR="00373436" w:rsidRPr="000754EC" w:rsidRDefault="00373436" w:rsidP="002C1738">
            <w:pPr>
              <w:pStyle w:val="SIText"/>
            </w:pP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10B88FB3" w:rsidR="00F1480E" w:rsidRPr="005404CB" w:rsidRDefault="00692EC8" w:rsidP="005404CB">
            <w:pPr>
              <w:pStyle w:val="SIText"/>
            </w:pPr>
            <w:r>
              <w:t>Permaculture (PER)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011C5C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6BBD7860" w:rsidR="00011C5C" w:rsidRPr="00011C5C" w:rsidRDefault="00011C5C" w:rsidP="00054205">
            <w:pPr>
              <w:pStyle w:val="SIText"/>
            </w:pPr>
            <w:r w:rsidRPr="00011C5C">
              <w:t>1. Scope field research</w:t>
            </w:r>
          </w:p>
        </w:tc>
        <w:tc>
          <w:tcPr>
            <w:tcW w:w="3604" w:type="pct"/>
            <w:shd w:val="clear" w:color="auto" w:fill="auto"/>
          </w:tcPr>
          <w:p w14:paraId="27ED8162" w14:textId="2BA513AA" w:rsidR="00011C5C" w:rsidRPr="00011C5C" w:rsidRDefault="00011C5C" w:rsidP="00011C5C">
            <w:r w:rsidRPr="00011C5C">
              <w:t xml:space="preserve">1.1 Identify challenges and opportunities </w:t>
            </w:r>
            <w:r w:rsidR="00054205">
              <w:t>to formulate</w:t>
            </w:r>
            <w:r w:rsidR="00054205" w:rsidRPr="00011C5C">
              <w:t xml:space="preserve"> </w:t>
            </w:r>
            <w:r w:rsidR="00FB73E7">
              <w:t>research question</w:t>
            </w:r>
            <w:r w:rsidR="00054205">
              <w:t>s</w:t>
            </w:r>
          </w:p>
          <w:p w14:paraId="5D894924" w14:textId="77777777" w:rsidR="00011C5C" w:rsidRPr="00011C5C" w:rsidRDefault="00011C5C" w:rsidP="00011C5C">
            <w:r w:rsidRPr="00011C5C">
              <w:t>1.2 Identify and justify the purpose of field research</w:t>
            </w:r>
          </w:p>
          <w:p w14:paraId="76C7E149" w14:textId="77777777" w:rsidR="00011C5C" w:rsidRPr="00011C5C" w:rsidRDefault="00011C5C" w:rsidP="00011C5C">
            <w:r w:rsidRPr="00011C5C">
              <w:t xml:space="preserve">1.3 Define and justify field research topic, </w:t>
            </w:r>
            <w:proofErr w:type="gramStart"/>
            <w:r w:rsidRPr="00011C5C">
              <w:t>question</w:t>
            </w:r>
            <w:proofErr w:type="gramEnd"/>
            <w:r w:rsidRPr="00011C5C">
              <w:t xml:space="preserve"> or hypothesis</w:t>
            </w:r>
          </w:p>
          <w:p w14:paraId="4B044429" w14:textId="76F01C9F" w:rsidR="00011C5C" w:rsidRPr="00011C5C" w:rsidRDefault="00011C5C">
            <w:r w:rsidRPr="00011C5C">
              <w:t xml:space="preserve">1.4 Assess suitability of field research subject in relation to </w:t>
            </w:r>
            <w:r w:rsidR="00054205">
              <w:t>industry sector outcomes</w:t>
            </w:r>
          </w:p>
        </w:tc>
      </w:tr>
      <w:tr w:rsidR="00011C5C" w:rsidRPr="00963A46" w14:paraId="3F89A8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48B01" w14:textId="748704FB" w:rsidR="00011C5C" w:rsidRPr="00011C5C" w:rsidRDefault="00011C5C">
            <w:pPr>
              <w:pStyle w:val="SIText"/>
            </w:pPr>
            <w:r w:rsidRPr="00011C5C">
              <w:t>2. Design field research</w:t>
            </w:r>
            <w:r w:rsidR="00054205">
              <w:t xml:space="preserve"> methodology</w:t>
            </w:r>
          </w:p>
        </w:tc>
        <w:tc>
          <w:tcPr>
            <w:tcW w:w="3604" w:type="pct"/>
            <w:shd w:val="clear" w:color="auto" w:fill="auto"/>
          </w:tcPr>
          <w:p w14:paraId="2E5C6730" w14:textId="7AD70FE2" w:rsidR="00011C5C" w:rsidRPr="00011C5C" w:rsidRDefault="00011C5C" w:rsidP="00011C5C">
            <w:r w:rsidRPr="00011C5C">
              <w:t xml:space="preserve">2.1 </w:t>
            </w:r>
            <w:r w:rsidR="00054205">
              <w:t>Develop</w:t>
            </w:r>
            <w:r w:rsidR="00054205" w:rsidRPr="00011C5C">
              <w:t xml:space="preserve"> </w:t>
            </w:r>
            <w:r w:rsidRPr="00011C5C">
              <w:t>field research plan</w:t>
            </w:r>
          </w:p>
          <w:p w14:paraId="29EF55C2" w14:textId="77777777" w:rsidR="00011C5C" w:rsidRPr="00011C5C" w:rsidRDefault="00011C5C" w:rsidP="00011C5C">
            <w:r w:rsidRPr="00011C5C">
              <w:t>2.2 Identify relevant information sources and review relevant and credible literature related to the research topic</w:t>
            </w:r>
          </w:p>
          <w:p w14:paraId="5DB9CB97" w14:textId="2789574D" w:rsidR="00011C5C" w:rsidRPr="00011C5C" w:rsidRDefault="00011C5C" w:rsidP="00011C5C">
            <w:r w:rsidRPr="00011C5C">
              <w:t>2.3 Determine research methods for data collection</w:t>
            </w:r>
          </w:p>
          <w:p w14:paraId="3BC45113" w14:textId="5AE6E4BC" w:rsidR="00011C5C" w:rsidRPr="00011C5C" w:rsidRDefault="00011C5C" w:rsidP="00011C5C">
            <w:r w:rsidRPr="00011C5C">
              <w:t>2.4 Identify reference groups for field research</w:t>
            </w:r>
            <w:r w:rsidR="00054205">
              <w:t xml:space="preserve"> according to research plan</w:t>
            </w:r>
          </w:p>
          <w:p w14:paraId="75670AFC" w14:textId="77777777" w:rsidR="00011C5C" w:rsidRPr="00011C5C" w:rsidRDefault="00011C5C" w:rsidP="00011C5C">
            <w:r w:rsidRPr="00011C5C">
              <w:t>2.5 Locate field research sites according to design requirements</w:t>
            </w:r>
          </w:p>
          <w:p w14:paraId="0D1D5186" w14:textId="04CA3C3D" w:rsidR="00011C5C" w:rsidRPr="00011C5C" w:rsidRDefault="00011C5C" w:rsidP="00011C5C">
            <w:r w:rsidRPr="00011C5C">
              <w:t xml:space="preserve">2.6 Identify </w:t>
            </w:r>
            <w:r w:rsidR="00054205">
              <w:t xml:space="preserve">and incorporate </w:t>
            </w:r>
            <w:r w:rsidRPr="00011C5C">
              <w:t xml:space="preserve">site factors </w:t>
            </w:r>
            <w:r w:rsidR="00054205">
              <w:t xml:space="preserve">impacting research </w:t>
            </w:r>
          </w:p>
          <w:p w14:paraId="38CD2B6A" w14:textId="77777777" w:rsidR="00011C5C" w:rsidRPr="00011C5C" w:rsidRDefault="00011C5C" w:rsidP="00011C5C">
            <w:r w:rsidRPr="00011C5C">
              <w:t>2.7 Create a budget for field research plan</w:t>
            </w:r>
          </w:p>
          <w:p w14:paraId="2B00249F" w14:textId="32076204" w:rsidR="00011C5C" w:rsidRPr="00011C5C" w:rsidRDefault="00011C5C" w:rsidP="00011C5C">
            <w:pPr>
              <w:pStyle w:val="SIText"/>
            </w:pPr>
            <w:r w:rsidRPr="00011C5C">
              <w:t>2.8 Identify and obtain approvals and permits required</w:t>
            </w:r>
          </w:p>
        </w:tc>
      </w:tr>
      <w:tr w:rsidR="00011C5C" w:rsidRPr="00963A46" w14:paraId="629DE03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38BC0F" w14:textId="46EDCB06" w:rsidR="00011C5C" w:rsidRPr="00011C5C" w:rsidRDefault="00011C5C" w:rsidP="00011C5C">
            <w:pPr>
              <w:pStyle w:val="SIText"/>
            </w:pPr>
            <w:r w:rsidRPr="00011C5C">
              <w:t>3. Prepare to conduct field research</w:t>
            </w:r>
          </w:p>
        </w:tc>
        <w:tc>
          <w:tcPr>
            <w:tcW w:w="3604" w:type="pct"/>
            <w:shd w:val="clear" w:color="auto" w:fill="auto"/>
          </w:tcPr>
          <w:p w14:paraId="2BA19133" w14:textId="77777777" w:rsidR="00011C5C" w:rsidRPr="00011C5C" w:rsidRDefault="00011C5C" w:rsidP="00011C5C">
            <w:r w:rsidRPr="00011C5C">
              <w:t>3.1 Identify work health and safety hazards associated with the implementation of field research</w:t>
            </w:r>
          </w:p>
          <w:p w14:paraId="704C2512" w14:textId="77777777" w:rsidR="00011C5C" w:rsidRPr="00011C5C" w:rsidRDefault="00011C5C" w:rsidP="00011C5C">
            <w:r w:rsidRPr="00011C5C">
              <w:t>3.2 Identify and document social and environmental implications associated with field research</w:t>
            </w:r>
          </w:p>
          <w:p w14:paraId="49246427" w14:textId="06CB421B" w:rsidR="005A781A" w:rsidRDefault="00011C5C" w:rsidP="00011C5C">
            <w:r w:rsidRPr="00011C5C">
              <w:t xml:space="preserve">3.3 Identify </w:t>
            </w:r>
            <w:r w:rsidR="005A781A">
              <w:t xml:space="preserve">resource requirements implementing </w:t>
            </w:r>
            <w:r w:rsidRPr="00011C5C">
              <w:t>field research</w:t>
            </w:r>
          </w:p>
          <w:p w14:paraId="343711AF" w14:textId="0D45B4CF" w:rsidR="00011C5C" w:rsidRPr="00011C5C" w:rsidRDefault="005A781A" w:rsidP="00011C5C">
            <w:r>
              <w:t>3.4 C</w:t>
            </w:r>
            <w:r w:rsidR="00011C5C" w:rsidRPr="00011C5C">
              <w:t xml:space="preserve">onfirm cost and availability </w:t>
            </w:r>
            <w:r>
              <w:t xml:space="preserve">of resources </w:t>
            </w:r>
            <w:r w:rsidR="00011C5C" w:rsidRPr="00011C5C">
              <w:t xml:space="preserve">with suppliers, </w:t>
            </w:r>
            <w:proofErr w:type="gramStart"/>
            <w:r w:rsidR="00011C5C" w:rsidRPr="00011C5C">
              <w:t>contractors</w:t>
            </w:r>
            <w:proofErr w:type="gramEnd"/>
            <w:r w:rsidR="00011C5C" w:rsidRPr="00011C5C">
              <w:t xml:space="preserve"> and </w:t>
            </w:r>
            <w:r>
              <w:t>stakeholders</w:t>
            </w:r>
          </w:p>
          <w:p w14:paraId="3FAE4103" w14:textId="1AF44004" w:rsidR="00011C5C" w:rsidRPr="00011C5C" w:rsidRDefault="00011C5C" w:rsidP="00011C5C">
            <w:r w:rsidRPr="00011C5C">
              <w:t>3.</w:t>
            </w:r>
            <w:r w:rsidR="005A781A">
              <w:t>5</w:t>
            </w:r>
            <w:r w:rsidRPr="00011C5C">
              <w:t xml:space="preserve"> Establish and prepare field work sites for implementation of research </w:t>
            </w:r>
            <w:r w:rsidR="005A781A">
              <w:t>according to research plan</w:t>
            </w:r>
          </w:p>
          <w:p w14:paraId="1C93868F" w14:textId="1B00F326" w:rsidR="00011C5C" w:rsidRPr="00011C5C" w:rsidRDefault="00011C5C" w:rsidP="00011C5C">
            <w:r w:rsidRPr="00011C5C">
              <w:t>3.5 Organise access to field research subjects at times and places suitable for data collection</w:t>
            </w:r>
          </w:p>
        </w:tc>
      </w:tr>
      <w:tr w:rsidR="00011C5C" w:rsidRPr="00963A46" w14:paraId="06C112B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09D350" w14:textId="60A7CF4A" w:rsidR="00011C5C" w:rsidRPr="00011C5C" w:rsidRDefault="00011C5C" w:rsidP="00011C5C">
            <w:pPr>
              <w:pStyle w:val="SIText"/>
            </w:pPr>
            <w:r w:rsidRPr="00011C5C">
              <w:t>4. Conduct field research</w:t>
            </w:r>
          </w:p>
        </w:tc>
        <w:tc>
          <w:tcPr>
            <w:tcW w:w="3604" w:type="pct"/>
            <w:shd w:val="clear" w:color="auto" w:fill="auto"/>
          </w:tcPr>
          <w:p w14:paraId="3E398664" w14:textId="1C283C74" w:rsidR="00011C5C" w:rsidRPr="00011C5C" w:rsidRDefault="00011C5C" w:rsidP="00011C5C">
            <w:r w:rsidRPr="00011C5C">
              <w:t xml:space="preserve">4.1 Undertake data collection </w:t>
            </w:r>
            <w:r w:rsidR="005A781A">
              <w:t>during</w:t>
            </w:r>
            <w:r w:rsidRPr="00011C5C">
              <w:t xml:space="preserve"> field research according </w:t>
            </w:r>
            <w:r w:rsidR="005A781A">
              <w:t xml:space="preserve">to </w:t>
            </w:r>
            <w:r w:rsidRPr="00011C5C">
              <w:t xml:space="preserve">research </w:t>
            </w:r>
            <w:r w:rsidR="005A781A">
              <w:t>design</w:t>
            </w:r>
            <w:r w:rsidRPr="00011C5C">
              <w:t xml:space="preserve"> and chosen methodologies</w:t>
            </w:r>
          </w:p>
          <w:p w14:paraId="3FE573D5" w14:textId="4EA3F672" w:rsidR="00011C5C" w:rsidRPr="00011C5C" w:rsidRDefault="00011C5C" w:rsidP="00011C5C">
            <w:r w:rsidRPr="00011C5C">
              <w:t xml:space="preserve">4.2 Monitor field research for accuracy and compliance to research </w:t>
            </w:r>
            <w:r w:rsidR="005A781A">
              <w:t>plan</w:t>
            </w:r>
          </w:p>
          <w:p w14:paraId="3AFC93DB" w14:textId="0332581F" w:rsidR="00011C5C" w:rsidRPr="00011C5C" w:rsidRDefault="00011C5C">
            <w:r w:rsidRPr="00011C5C">
              <w:t xml:space="preserve">4.3 Record all research data accurately using the specifications of the research </w:t>
            </w:r>
            <w:r w:rsidR="005A781A">
              <w:t>plan</w:t>
            </w:r>
          </w:p>
        </w:tc>
      </w:tr>
      <w:tr w:rsidR="00011C5C" w:rsidRPr="00963A46" w14:paraId="3173297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5DEE32D" w14:textId="7EBBE578" w:rsidR="00011C5C" w:rsidRPr="00011C5C" w:rsidRDefault="00011C5C" w:rsidP="00011C5C">
            <w:pPr>
              <w:pStyle w:val="SIText"/>
            </w:pPr>
            <w:r w:rsidRPr="00011C5C">
              <w:lastRenderedPageBreak/>
              <w:t>5. Assess practical application of research outcomes</w:t>
            </w:r>
          </w:p>
        </w:tc>
        <w:tc>
          <w:tcPr>
            <w:tcW w:w="3604" w:type="pct"/>
            <w:shd w:val="clear" w:color="auto" w:fill="auto"/>
          </w:tcPr>
          <w:p w14:paraId="095F1C3E" w14:textId="3D6B5589" w:rsidR="00011C5C" w:rsidRPr="00011C5C" w:rsidRDefault="00011C5C" w:rsidP="00011C5C">
            <w:r w:rsidRPr="00011C5C">
              <w:t xml:space="preserve">5.1 Analyse research data </w:t>
            </w:r>
            <w:r w:rsidR="005A781A">
              <w:t>according to research plan outcomes</w:t>
            </w:r>
          </w:p>
          <w:p w14:paraId="20CB1C84" w14:textId="77777777" w:rsidR="00011C5C" w:rsidRPr="00011C5C" w:rsidRDefault="00011C5C" w:rsidP="00011C5C">
            <w:r w:rsidRPr="00011C5C">
              <w:t>5.2 Create quantitative and qualitative records of research data analysis</w:t>
            </w:r>
          </w:p>
          <w:p w14:paraId="2B11AAF4" w14:textId="77777777" w:rsidR="00011C5C" w:rsidRPr="00011C5C" w:rsidRDefault="00011C5C" w:rsidP="00011C5C">
            <w:r w:rsidRPr="00011C5C">
              <w:t>5.3 Synthesise research findings and draw conclusions based on evidence and reasoned arguments</w:t>
            </w:r>
          </w:p>
          <w:p w14:paraId="62BE1687" w14:textId="49500A46" w:rsidR="00011C5C" w:rsidRPr="00011C5C" w:rsidRDefault="00011C5C">
            <w:r w:rsidRPr="00011C5C">
              <w:t xml:space="preserve">5.4 Assess meaning of research outcomes for practical application, based on conclusions drawn </w:t>
            </w:r>
          </w:p>
        </w:tc>
      </w:tr>
      <w:tr w:rsidR="00011C5C" w:rsidRPr="00963A46" w14:paraId="3D2D770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A0972D9" w14:textId="7F4CA919" w:rsidR="00011C5C" w:rsidRPr="00011C5C" w:rsidRDefault="00011C5C" w:rsidP="00011C5C">
            <w:pPr>
              <w:pStyle w:val="SIText"/>
            </w:pPr>
            <w:r w:rsidRPr="00011C5C">
              <w:t>6. Report field research findings</w:t>
            </w:r>
          </w:p>
        </w:tc>
        <w:tc>
          <w:tcPr>
            <w:tcW w:w="3604" w:type="pct"/>
            <w:shd w:val="clear" w:color="auto" w:fill="auto"/>
          </w:tcPr>
          <w:p w14:paraId="3B002A47" w14:textId="77777777" w:rsidR="00011C5C" w:rsidRPr="00011C5C" w:rsidRDefault="00011C5C" w:rsidP="00011C5C">
            <w:r w:rsidRPr="00011C5C">
              <w:t>6.1 Determine desired actions from field research</w:t>
            </w:r>
          </w:p>
          <w:p w14:paraId="1062CBEC" w14:textId="77777777" w:rsidR="00011C5C" w:rsidRPr="00011C5C" w:rsidRDefault="00011C5C" w:rsidP="00011C5C">
            <w:r w:rsidRPr="00011C5C">
              <w:t>6.2 Determine target audience for field research reporting</w:t>
            </w:r>
          </w:p>
          <w:p w14:paraId="3935E651" w14:textId="77777777" w:rsidR="00011C5C" w:rsidRPr="00011C5C" w:rsidRDefault="00011C5C" w:rsidP="00011C5C">
            <w:r w:rsidRPr="00011C5C">
              <w:t>6.3 Draft research report and obtain feedback</w:t>
            </w:r>
          </w:p>
          <w:p w14:paraId="4787BB69" w14:textId="63D17323" w:rsidR="00011C5C" w:rsidRPr="00011C5C" w:rsidRDefault="00011C5C" w:rsidP="00011C5C">
            <w:r w:rsidRPr="00011C5C">
              <w:t>6.4 Publish and circulate field research report</w:t>
            </w:r>
          </w:p>
        </w:tc>
      </w:tr>
    </w:tbl>
    <w:p w14:paraId="50784BCC" w14:textId="28EDEA4F" w:rsidR="005F771F" w:rsidRPr="000754EC" w:rsidRDefault="005F771F" w:rsidP="000754EC"/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  <w:gridSpan w:val="2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C2767F1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157F46" w14:textId="77777777" w:rsidTr="00CA2922">
        <w:trPr>
          <w:tblHeader/>
        </w:trPr>
        <w:tc>
          <w:tcPr>
            <w:tcW w:w="1396" w:type="pct"/>
          </w:tcPr>
          <w:p w14:paraId="1E140ADA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1F0FC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1952BECD" w14:textId="77777777" w:rsidTr="00CA2922">
        <w:tc>
          <w:tcPr>
            <w:tcW w:w="1396" w:type="pct"/>
          </w:tcPr>
          <w:p w14:paraId="74C04FEF" w14:textId="1A08824D" w:rsidR="00F1480E" w:rsidRPr="005404CB" w:rsidRDefault="005B55FD" w:rsidP="005404CB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775880D1" w14:textId="0734180D" w:rsidR="00F1480E" w:rsidRPr="005404CB" w:rsidRDefault="005B55FD" w:rsidP="00EA0F40">
            <w:pPr>
              <w:pStyle w:val="SIBulletList1"/>
            </w:pPr>
            <w:r>
              <w:t>Analyse documents and data to extract relevant information for research development and design</w:t>
            </w:r>
          </w:p>
        </w:tc>
      </w:tr>
      <w:tr w:rsidR="00F1480E" w:rsidRPr="00336FCA" w:rsidDel="00423CB2" w14:paraId="615065A4" w14:textId="77777777" w:rsidTr="00CA2922">
        <w:tc>
          <w:tcPr>
            <w:tcW w:w="1396" w:type="pct"/>
          </w:tcPr>
          <w:p w14:paraId="166E6F1B" w14:textId="084474E6" w:rsidR="00F1480E" w:rsidRPr="005404CB" w:rsidRDefault="005B55FD" w:rsidP="005404CB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6185B3D2" w14:textId="1D1BED2A" w:rsidR="00F1480E" w:rsidRPr="005404CB" w:rsidRDefault="005B55F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Collate and organise results of research and compile into formal reports for specific stakeholders</w:t>
            </w:r>
          </w:p>
        </w:tc>
      </w:tr>
      <w:tr w:rsidR="00F1480E" w:rsidRPr="00336FCA" w:rsidDel="00423CB2" w14:paraId="0655D844" w14:textId="77777777" w:rsidTr="00CA2922">
        <w:tc>
          <w:tcPr>
            <w:tcW w:w="1396" w:type="pct"/>
          </w:tcPr>
          <w:p w14:paraId="64582310" w14:textId="5D23E312" w:rsidR="00F1480E" w:rsidRPr="005404CB" w:rsidRDefault="005B55FD" w:rsidP="005404CB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2B5C131C" w14:textId="01C9284E" w:rsidR="00F1480E" w:rsidRPr="005404CB" w:rsidRDefault="005B55F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Conduct statistical analysis of results of research to formulate reasoned outcomes </w:t>
            </w:r>
          </w:p>
        </w:tc>
      </w:tr>
      <w:tr w:rsidR="005B55FD" w:rsidRPr="00336FCA" w:rsidDel="00423CB2" w14:paraId="790CE8C2" w14:textId="77777777" w:rsidTr="00CA2922">
        <w:tc>
          <w:tcPr>
            <w:tcW w:w="1396" w:type="pct"/>
          </w:tcPr>
          <w:p w14:paraId="45CA4D71" w14:textId="60972D33" w:rsidR="005B55FD" w:rsidRDefault="005B55FD" w:rsidP="005404CB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7D09B90B" w14:textId="108DD8A0" w:rsidR="005B55FD" w:rsidRPr="005404CB" w:rsidRDefault="005B55FD" w:rsidP="005404C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Use communication tools and procedures appropriate to the target group to elicit information required during field research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2C4E82" w14:paraId="1E3C830D" w14:textId="77777777" w:rsidTr="00F33FF2">
        <w:tc>
          <w:tcPr>
            <w:tcW w:w="1028" w:type="pct"/>
          </w:tcPr>
          <w:p w14:paraId="18ED5BE1" w14:textId="053E51E9" w:rsidR="002C4E82" w:rsidRPr="002C4E82" w:rsidRDefault="003352B5" w:rsidP="002C4E82">
            <w:pPr>
              <w:pStyle w:val="SIText"/>
            </w:pPr>
            <w:r w:rsidRPr="003352B5">
              <w:t>AHCPER5X2 Plan and conduct field research</w:t>
            </w:r>
          </w:p>
        </w:tc>
        <w:tc>
          <w:tcPr>
            <w:tcW w:w="1105" w:type="pct"/>
          </w:tcPr>
          <w:p w14:paraId="64EA7AE3" w14:textId="748B683C" w:rsidR="002C4E82" w:rsidRPr="002C4E82" w:rsidRDefault="003352B5" w:rsidP="002C4E82">
            <w:pPr>
              <w:pStyle w:val="SIText"/>
            </w:pPr>
            <w:r w:rsidRPr="003352B5">
              <w:t>AHCPER5</w:t>
            </w:r>
            <w:r w:rsidR="009B491D">
              <w:t>10</w:t>
            </w:r>
            <w:r w:rsidRPr="003352B5">
              <w:t xml:space="preserve"> Carry out permaculture field research</w:t>
            </w:r>
          </w:p>
        </w:tc>
        <w:tc>
          <w:tcPr>
            <w:tcW w:w="1251" w:type="pct"/>
          </w:tcPr>
          <w:p w14:paraId="48F1BEF3" w14:textId="77777777" w:rsidR="002C4E82" w:rsidRDefault="003352B5" w:rsidP="002C4E82">
            <w:pPr>
              <w:pStyle w:val="SIText"/>
            </w:pPr>
            <w:r>
              <w:t>Redesigned unit to reflect skills for other industry sectors</w:t>
            </w:r>
          </w:p>
          <w:p w14:paraId="3E031D32" w14:textId="40B52E6C" w:rsidR="003352B5" w:rsidRPr="002C4E82" w:rsidRDefault="003352B5" w:rsidP="002C4E82">
            <w:pPr>
              <w:pStyle w:val="SIText"/>
            </w:pPr>
            <w:r>
              <w:t>Amended Application, minor changes to Elements and Performance Criteria</w:t>
            </w:r>
            <w:r w:rsidR="00810109">
              <w:t xml:space="preserve"> for brevity and clarity</w:t>
            </w:r>
          </w:p>
        </w:tc>
        <w:tc>
          <w:tcPr>
            <w:tcW w:w="1616" w:type="pct"/>
          </w:tcPr>
          <w:p w14:paraId="426455CD" w14:textId="386DC94C" w:rsidR="002C4E82" w:rsidRPr="002C4E82" w:rsidRDefault="003352B5" w:rsidP="002C4E82">
            <w:pPr>
              <w:pStyle w:val="SIText"/>
            </w:pPr>
            <w:r>
              <w:t>Equivalent</w:t>
            </w:r>
          </w:p>
        </w:tc>
      </w:tr>
    </w:tbl>
    <w:p w14:paraId="127C3A94" w14:textId="7E83A56F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02199282" w:rsidR="00F1480E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r w:rsidR="009B7F7C" w:rsidRPr="009B7F7C">
              <w:t>https://vetnet.gov.au/Pages/TrainingDocs.aspx?q=c6399549-9c62-4a5e-bf1a-524b2322cf72</w:t>
            </w:r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3BB59744" w:rsidR="00556C4C" w:rsidRPr="005404CB" w:rsidRDefault="00556C4C">
            <w:pPr>
              <w:pStyle w:val="SIUnittitle"/>
            </w:pPr>
            <w:r w:rsidRPr="00F56827">
              <w:t xml:space="preserve">Assessment requirements for </w:t>
            </w:r>
            <w:r w:rsidR="00011C5C" w:rsidRPr="00011C5C">
              <w:t>AHCPER5</w:t>
            </w:r>
            <w:r w:rsidR="0060141C">
              <w:t>X2</w:t>
            </w:r>
            <w:r w:rsidR="00011C5C" w:rsidRPr="00011C5C">
              <w:t xml:space="preserve"> </w:t>
            </w:r>
            <w:r w:rsidR="003352B5">
              <w:t xml:space="preserve">Plan and </w:t>
            </w:r>
            <w:proofErr w:type="gramStart"/>
            <w:r w:rsidR="003352B5">
              <w:t xml:space="preserve">conduct </w:t>
            </w:r>
            <w:r w:rsidR="00011C5C" w:rsidRPr="00011C5C">
              <w:t xml:space="preserve"> field</w:t>
            </w:r>
            <w:proofErr w:type="gramEnd"/>
            <w:r w:rsidR="00011C5C" w:rsidRPr="00011C5C">
              <w:t xml:space="preserve"> research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75933DBF" w14:textId="77777777" w:rsidR="003352B5" w:rsidRPr="003352B5" w:rsidRDefault="003352B5" w:rsidP="003352B5">
            <w:r w:rsidRPr="003352B5">
              <w:t xml:space="preserve">An individual demonstrating competency must satisfy </w:t>
            </w:r>
            <w:proofErr w:type="gramStart"/>
            <w:r w:rsidRPr="003352B5">
              <w:t>all of</w:t>
            </w:r>
            <w:proofErr w:type="gramEnd"/>
            <w:r w:rsidRPr="003352B5">
              <w:t xml:space="preserve"> the elements and performance criteria in this </w:t>
            </w:r>
          </w:p>
          <w:p w14:paraId="2CB4AF1D" w14:textId="77777777" w:rsidR="003352B5" w:rsidRPr="003352B5" w:rsidRDefault="003352B5" w:rsidP="003352B5">
            <w:r w:rsidRPr="003352B5">
              <w:t xml:space="preserve">unit. </w:t>
            </w:r>
          </w:p>
          <w:p w14:paraId="2AAEC693" w14:textId="353BF8FD" w:rsidR="003352B5" w:rsidRPr="003352B5" w:rsidRDefault="003352B5" w:rsidP="003352B5">
            <w:r w:rsidRPr="003352B5">
              <w:t xml:space="preserve">There must be evidence that the individual has </w:t>
            </w:r>
            <w:r>
              <w:t>on at least one occasion planned and conducted field research relevant to a specific industry sector and has:</w:t>
            </w:r>
          </w:p>
          <w:p w14:paraId="73FE6609" w14:textId="4B543FEC" w:rsidR="003443D9" w:rsidRPr="003443D9" w:rsidRDefault="003443D9" w:rsidP="003443D9">
            <w:pPr>
              <w:pStyle w:val="SIBulletList1"/>
            </w:pPr>
            <w:r w:rsidRPr="003443D9">
              <w:t>formulate</w:t>
            </w:r>
            <w:r w:rsidR="003352B5">
              <w:t>d</w:t>
            </w:r>
            <w:r w:rsidRPr="003443D9">
              <w:t xml:space="preserve"> and justif</w:t>
            </w:r>
            <w:r w:rsidR="003352B5">
              <w:t xml:space="preserve">ied </w:t>
            </w:r>
            <w:r w:rsidRPr="003443D9">
              <w:t>research questions</w:t>
            </w:r>
          </w:p>
          <w:p w14:paraId="019D6108" w14:textId="119186CC" w:rsidR="003443D9" w:rsidRPr="003443D9" w:rsidRDefault="003443D9" w:rsidP="003443D9">
            <w:pPr>
              <w:pStyle w:val="SIBulletList1"/>
            </w:pPr>
            <w:r w:rsidRPr="003443D9">
              <w:t>design</w:t>
            </w:r>
            <w:r w:rsidR="003352B5">
              <w:t>ed</w:t>
            </w:r>
            <w:r w:rsidRPr="003443D9">
              <w:t xml:space="preserve"> a field research plan</w:t>
            </w:r>
          </w:p>
          <w:p w14:paraId="0DA029D4" w14:textId="1E4910A3" w:rsidR="003443D9" w:rsidRPr="003443D9" w:rsidRDefault="003443D9" w:rsidP="003443D9">
            <w:pPr>
              <w:pStyle w:val="SIBulletList1"/>
            </w:pPr>
            <w:r w:rsidRPr="003443D9">
              <w:t>conduct</w:t>
            </w:r>
            <w:r w:rsidR="003352B5">
              <w:t>ed</w:t>
            </w:r>
            <w:r w:rsidRPr="003443D9">
              <w:t xml:space="preserve"> research and evaluate</w:t>
            </w:r>
            <w:r w:rsidR="003352B5">
              <w:t>d</w:t>
            </w:r>
            <w:r w:rsidRPr="003443D9">
              <w:t xml:space="preserve"> information</w:t>
            </w:r>
          </w:p>
          <w:p w14:paraId="54716D27" w14:textId="7A25285B" w:rsidR="003443D9" w:rsidRPr="003443D9" w:rsidRDefault="003443D9">
            <w:pPr>
              <w:pStyle w:val="SIBulletList1"/>
            </w:pPr>
            <w:r w:rsidRPr="003443D9">
              <w:t>enter</w:t>
            </w:r>
            <w:r w:rsidR="003352B5">
              <w:t>ed</w:t>
            </w:r>
            <w:r w:rsidRPr="003443D9">
              <w:t xml:space="preserve">, </w:t>
            </w:r>
            <w:proofErr w:type="gramStart"/>
            <w:r w:rsidRPr="003443D9">
              <w:t>analyse</w:t>
            </w:r>
            <w:r w:rsidR="003352B5">
              <w:t>d</w:t>
            </w:r>
            <w:proofErr w:type="gramEnd"/>
            <w:r w:rsidRPr="003443D9">
              <w:t xml:space="preserve"> and organise</w:t>
            </w:r>
            <w:r w:rsidR="003352B5">
              <w:t>d</w:t>
            </w:r>
            <w:r w:rsidRPr="003443D9">
              <w:t xml:space="preserve"> data quantitatively and qualitatively</w:t>
            </w:r>
            <w:r w:rsidR="005165A2">
              <w:t xml:space="preserve"> which must include, </w:t>
            </w:r>
            <w:r w:rsidRPr="003443D9">
              <w:t>charts, tables and graphs</w:t>
            </w:r>
            <w:r w:rsidR="005165A2">
              <w:t xml:space="preserve"> according to research plan</w:t>
            </w:r>
          </w:p>
          <w:p w14:paraId="6BFA69AA" w14:textId="4A5AA542" w:rsidR="00556C4C" w:rsidRPr="005404CB" w:rsidRDefault="003443D9" w:rsidP="00EA0F40">
            <w:pPr>
              <w:pStyle w:val="SIBulletList1"/>
            </w:pPr>
            <w:r w:rsidRPr="003443D9">
              <w:t>produce</w:t>
            </w:r>
            <w:r w:rsidR="005165A2">
              <w:t xml:space="preserve">d </w:t>
            </w:r>
            <w:r w:rsidRPr="003443D9">
              <w:t>written reports on research outcomes and provide</w:t>
            </w:r>
            <w:r w:rsidR="005165A2">
              <w:t>d</w:t>
            </w:r>
            <w:r w:rsidRPr="003443D9">
              <w:t xml:space="preserve"> conclusions based on evidence and reasoned argument</w:t>
            </w:r>
            <w:r w:rsidR="004B3990">
              <w:t xml:space="preserve"> for stakeholders</w:t>
            </w:r>
            <w:r w:rsidR="005165A2">
              <w:t>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16AB324D" w14:textId="05520371" w:rsidR="003443D9" w:rsidRPr="003443D9" w:rsidRDefault="003443D9" w:rsidP="003443D9">
            <w:r w:rsidRPr="003443D9">
              <w:t>The candidate must demonstrate knowledge of:</w:t>
            </w:r>
          </w:p>
          <w:p w14:paraId="40B584AC" w14:textId="1282A42E" w:rsidR="003443D9" w:rsidRPr="003443D9" w:rsidRDefault="005165A2" w:rsidP="003443D9">
            <w:pPr>
              <w:pStyle w:val="SIBulletList1"/>
            </w:pPr>
            <w:r>
              <w:t>potential research opportunities</w:t>
            </w:r>
            <w:r w:rsidR="007D57F4">
              <w:t xml:space="preserve"> for </w:t>
            </w:r>
            <w:r w:rsidR="007D57F4" w:rsidRPr="007D57F4">
              <w:t>the specific industry sector</w:t>
            </w:r>
          </w:p>
          <w:p w14:paraId="4195EDA0" w14:textId="34F1BDF3" w:rsidR="003443D9" w:rsidRDefault="003443D9" w:rsidP="003443D9">
            <w:pPr>
              <w:pStyle w:val="SIBulletList1"/>
            </w:pPr>
            <w:r w:rsidRPr="003443D9">
              <w:t xml:space="preserve">field research </w:t>
            </w:r>
            <w:r w:rsidR="007D57F4">
              <w:t xml:space="preserve">data collection </w:t>
            </w:r>
            <w:r w:rsidR="005165A2">
              <w:t>techniques</w:t>
            </w:r>
            <w:r w:rsidRPr="003443D9">
              <w:t xml:space="preserve">, </w:t>
            </w:r>
            <w:r w:rsidR="005165A2">
              <w:t>including</w:t>
            </w:r>
            <w:r w:rsidRPr="003443D9">
              <w:t>:</w:t>
            </w:r>
          </w:p>
          <w:p w14:paraId="2FC9E09A" w14:textId="5820982F" w:rsidR="003443D9" w:rsidRPr="003443D9" w:rsidRDefault="003443D9" w:rsidP="003443D9">
            <w:pPr>
              <w:pStyle w:val="SIBulletList2"/>
            </w:pPr>
            <w:r w:rsidRPr="003443D9">
              <w:t>interview</w:t>
            </w:r>
            <w:r w:rsidR="007D57F4">
              <w:t xml:space="preserve">s </w:t>
            </w:r>
            <w:r w:rsidR="005165A2">
              <w:t>for individuals and groups</w:t>
            </w:r>
          </w:p>
          <w:p w14:paraId="49A522F8" w14:textId="31D6289D" w:rsidR="003443D9" w:rsidRPr="003443D9" w:rsidRDefault="005165A2" w:rsidP="00DA1C68">
            <w:pPr>
              <w:pStyle w:val="SIBulletList2"/>
            </w:pPr>
            <w:r>
              <w:t xml:space="preserve">use of </w:t>
            </w:r>
            <w:r w:rsidR="00FA29EF">
              <w:t xml:space="preserve">historical </w:t>
            </w:r>
            <w:r w:rsidR="003443D9" w:rsidRPr="003443D9">
              <w:t>records</w:t>
            </w:r>
            <w:r w:rsidR="007D57F4">
              <w:t xml:space="preserve">, </w:t>
            </w:r>
            <w:r w:rsidR="004B3990">
              <w:t>data</w:t>
            </w:r>
            <w:r w:rsidR="007D57F4">
              <w:t xml:space="preserve"> </w:t>
            </w:r>
          </w:p>
          <w:p w14:paraId="79990591" w14:textId="09A9F6F1" w:rsidR="003443D9" w:rsidRPr="003443D9" w:rsidRDefault="005165A2" w:rsidP="00E849A7">
            <w:pPr>
              <w:pStyle w:val="SIBulletList2"/>
            </w:pPr>
            <w:r>
              <w:t xml:space="preserve">conducting </w:t>
            </w:r>
            <w:r w:rsidR="004B3990" w:rsidRPr="004B3990">
              <w:t>observations</w:t>
            </w:r>
            <w:r w:rsidR="004B3990">
              <w:t xml:space="preserve">, </w:t>
            </w:r>
            <w:proofErr w:type="gramStart"/>
            <w:r w:rsidR="003443D9" w:rsidRPr="003443D9">
              <w:t>surveys</w:t>
            </w:r>
            <w:proofErr w:type="gramEnd"/>
            <w:r>
              <w:t xml:space="preserve"> and questionnaires</w:t>
            </w:r>
          </w:p>
          <w:p w14:paraId="7E7781E9" w14:textId="1876B200" w:rsidR="003443D9" w:rsidRDefault="003443D9" w:rsidP="003443D9">
            <w:pPr>
              <w:pStyle w:val="SIBulletList1"/>
            </w:pPr>
            <w:r w:rsidRPr="003443D9">
              <w:t>research methodologies</w:t>
            </w:r>
            <w:r w:rsidR="005165A2">
              <w:t>, including</w:t>
            </w:r>
            <w:r w:rsidRPr="003443D9">
              <w:t>:</w:t>
            </w:r>
          </w:p>
          <w:p w14:paraId="517BC9AB" w14:textId="37ABDF4B" w:rsidR="004B3990" w:rsidRPr="003443D9" w:rsidRDefault="007D57F4" w:rsidP="00EA0F40">
            <w:pPr>
              <w:pStyle w:val="SIBulletList2"/>
            </w:pPr>
            <w:r>
              <w:t xml:space="preserve">qualitative, </w:t>
            </w:r>
            <w:proofErr w:type="gramStart"/>
            <w:r w:rsidR="004B3990">
              <w:t>quantitative</w:t>
            </w:r>
            <w:proofErr w:type="gramEnd"/>
            <w:r>
              <w:t xml:space="preserve"> and mixed methodologies</w:t>
            </w:r>
          </w:p>
          <w:p w14:paraId="49BFB9C3" w14:textId="77777777" w:rsidR="003443D9" w:rsidRPr="003443D9" w:rsidRDefault="003443D9" w:rsidP="003443D9">
            <w:pPr>
              <w:pStyle w:val="SIBulletList2"/>
            </w:pPr>
            <w:r w:rsidRPr="003443D9">
              <w:t>action research</w:t>
            </w:r>
          </w:p>
          <w:p w14:paraId="5B4639E4" w14:textId="77777777" w:rsidR="003443D9" w:rsidRPr="003443D9" w:rsidRDefault="003443D9" w:rsidP="003443D9">
            <w:pPr>
              <w:pStyle w:val="SIBulletList2"/>
            </w:pPr>
            <w:r w:rsidRPr="003443D9">
              <w:t>needs studies</w:t>
            </w:r>
          </w:p>
          <w:p w14:paraId="3027C7AE" w14:textId="77777777" w:rsidR="003443D9" w:rsidRPr="003443D9" w:rsidRDefault="003443D9" w:rsidP="003443D9">
            <w:pPr>
              <w:pStyle w:val="SIBulletList2"/>
            </w:pPr>
            <w:r w:rsidRPr="003443D9">
              <w:t>case studies</w:t>
            </w:r>
          </w:p>
          <w:p w14:paraId="01242E9D" w14:textId="77777777" w:rsidR="003443D9" w:rsidRPr="003443D9" w:rsidRDefault="003443D9" w:rsidP="003443D9">
            <w:pPr>
              <w:pStyle w:val="SIBulletList2"/>
            </w:pPr>
            <w:r w:rsidRPr="003443D9">
              <w:t>statistical sampling</w:t>
            </w:r>
          </w:p>
          <w:p w14:paraId="0548B9D2" w14:textId="77777777" w:rsidR="007D57F4" w:rsidRDefault="007D57F4" w:rsidP="003443D9">
            <w:pPr>
              <w:pStyle w:val="SIBulletList1"/>
            </w:pPr>
            <w:r w:rsidRPr="007D57F4">
              <w:t>technologies for communications</w:t>
            </w:r>
          </w:p>
          <w:p w14:paraId="641CECB0" w14:textId="1C9770CF" w:rsidR="003443D9" w:rsidRPr="003443D9" w:rsidRDefault="003443D9" w:rsidP="003443D9">
            <w:pPr>
              <w:pStyle w:val="SIBulletList1"/>
            </w:pPr>
            <w:r w:rsidRPr="003443D9">
              <w:t>field research plan design</w:t>
            </w:r>
          </w:p>
          <w:p w14:paraId="7E9C9EC0" w14:textId="53E8FD5D" w:rsidR="003443D9" w:rsidRDefault="005165A2" w:rsidP="00EA0F40">
            <w:pPr>
              <w:pStyle w:val="SIBulletList1"/>
            </w:pPr>
            <w:r>
              <w:t xml:space="preserve">beneficiaries of the research for specific industry sector </w:t>
            </w:r>
          </w:p>
          <w:p w14:paraId="6B3BC70A" w14:textId="6BA740BF" w:rsidR="005165A2" w:rsidRDefault="005165A2" w:rsidP="00EA0F40">
            <w:pPr>
              <w:pStyle w:val="SIBulletList1"/>
            </w:pPr>
            <w:r>
              <w:t>research ethical standards</w:t>
            </w:r>
          </w:p>
          <w:p w14:paraId="598329A1" w14:textId="77777777" w:rsidR="003443D9" w:rsidRPr="003443D9" w:rsidRDefault="003443D9" w:rsidP="003443D9">
            <w:pPr>
              <w:pStyle w:val="SIBulletList1"/>
            </w:pPr>
            <w:r w:rsidRPr="003443D9">
              <w:t>scientific and mathematical research approaches, data collection, processing and analytical techniques and procedures</w:t>
            </w:r>
          </w:p>
          <w:p w14:paraId="17E0E553" w14:textId="77777777" w:rsidR="003443D9" w:rsidRPr="003443D9" w:rsidRDefault="003443D9" w:rsidP="003443D9">
            <w:pPr>
              <w:pStyle w:val="SIBulletList1"/>
            </w:pPr>
            <w:r w:rsidRPr="003443D9">
              <w:t>auditing and reporting procedures</w:t>
            </w:r>
          </w:p>
          <w:p w14:paraId="29CA60D8" w14:textId="77777777" w:rsidR="003443D9" w:rsidRDefault="003443D9" w:rsidP="003443D9">
            <w:pPr>
              <w:pStyle w:val="SIBulletList1"/>
            </w:pPr>
            <w:r w:rsidRPr="003443D9">
              <w:t>research planning and budgeting</w:t>
            </w:r>
          </w:p>
          <w:p w14:paraId="628DEDBA" w14:textId="77777777" w:rsidR="005165A2" w:rsidRDefault="005165A2" w:rsidP="003443D9">
            <w:pPr>
              <w:pStyle w:val="SIBulletList1"/>
            </w:pPr>
            <w:r>
              <w:t>field research health and safety procedures</w:t>
            </w:r>
          </w:p>
          <w:p w14:paraId="5C8CD985" w14:textId="2C4CC5BB" w:rsidR="00F1480E" w:rsidRPr="005404CB" w:rsidRDefault="005165A2" w:rsidP="00EA0F40">
            <w:pPr>
              <w:pStyle w:val="SIBulletList1"/>
            </w:pPr>
            <w:r>
              <w:t>research report</w:t>
            </w:r>
            <w:r w:rsidR="00C5287E">
              <w:t xml:space="preserve"> writing </w:t>
            </w:r>
            <w:r>
              <w:t>and presentation.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1A9B3168" w14:textId="77777777" w:rsidR="00F1106E" w:rsidRPr="00F1106E" w:rsidRDefault="00F1106E" w:rsidP="00F1106E">
            <w:r w:rsidRPr="00F1106E">
              <w:t xml:space="preserve">Assessment of the skills in this unit of competency must take place under the following conditions: </w:t>
            </w:r>
          </w:p>
          <w:p w14:paraId="4EC32312" w14:textId="4AD10C09" w:rsidR="00F1106E" w:rsidRPr="00F1106E" w:rsidRDefault="00F1106E" w:rsidP="00EA0F40">
            <w:pPr>
              <w:pStyle w:val="SIBulletList1"/>
            </w:pPr>
            <w:r w:rsidRPr="00F1106E">
              <w:t xml:space="preserve">physical conditions: </w:t>
            </w:r>
          </w:p>
          <w:p w14:paraId="42B67BFF" w14:textId="15AF957B" w:rsidR="00F1106E" w:rsidRPr="00F1106E" w:rsidRDefault="00F1106E" w:rsidP="00EA0F40">
            <w:pPr>
              <w:pStyle w:val="SIBulletList2"/>
            </w:pPr>
            <w:r w:rsidRPr="00F1106E">
              <w:t xml:space="preserve">skills must be demonstrated </w:t>
            </w:r>
            <w:r>
              <w:t>in the field specific to the industry sector</w:t>
            </w:r>
            <w:r w:rsidRPr="00F1106E">
              <w:t xml:space="preserve"> or an </w:t>
            </w:r>
            <w:r>
              <w:t>e</w:t>
            </w:r>
            <w:r w:rsidRPr="00F1106E">
              <w:t xml:space="preserve">nvironment that accurately represents workplace conditions </w:t>
            </w:r>
          </w:p>
          <w:p w14:paraId="6DBFCD8F" w14:textId="68DDBB75" w:rsidR="00F1106E" w:rsidRPr="00F1106E" w:rsidRDefault="00F1106E" w:rsidP="00EA0F40">
            <w:pPr>
              <w:pStyle w:val="SIBulletList1"/>
            </w:pPr>
            <w:r w:rsidRPr="00F1106E">
              <w:t xml:space="preserve">resources, </w:t>
            </w:r>
            <w:proofErr w:type="gramStart"/>
            <w:r w:rsidRPr="00F1106E">
              <w:t>equipment</w:t>
            </w:r>
            <w:proofErr w:type="gramEnd"/>
            <w:r w:rsidRPr="00F1106E">
              <w:t xml:space="preserve"> and materials: </w:t>
            </w:r>
          </w:p>
          <w:p w14:paraId="4B7AB942" w14:textId="34F9FABC" w:rsidR="00F1106E" w:rsidRPr="00F1106E" w:rsidRDefault="00F1106E" w:rsidP="00EA0F40">
            <w:pPr>
              <w:pStyle w:val="SIBulletList2"/>
            </w:pPr>
            <w:r w:rsidRPr="00F1106E">
              <w:t xml:space="preserve">use of </w:t>
            </w:r>
            <w:r>
              <w:t>industry specific research materials and data</w:t>
            </w:r>
            <w:r w:rsidRPr="00F1106E">
              <w:t xml:space="preserve">  </w:t>
            </w:r>
          </w:p>
          <w:p w14:paraId="3E21EEEB" w14:textId="3CA8DD65" w:rsidR="00F1106E" w:rsidRPr="00F1106E" w:rsidRDefault="00F1106E" w:rsidP="00EA0F40">
            <w:pPr>
              <w:pStyle w:val="SIBulletList1"/>
            </w:pPr>
            <w:r w:rsidRPr="00F1106E">
              <w:t xml:space="preserve">specifications: </w:t>
            </w:r>
          </w:p>
          <w:p w14:paraId="36D79453" w14:textId="1D2C382A" w:rsidR="00F1106E" w:rsidRPr="00F1106E" w:rsidRDefault="00F1106E" w:rsidP="00EA0F40">
            <w:pPr>
              <w:pStyle w:val="SIBulletList2"/>
            </w:pPr>
            <w:r w:rsidRPr="00F1106E">
              <w:t xml:space="preserve">use of workplace policies, </w:t>
            </w:r>
            <w:proofErr w:type="gramStart"/>
            <w:r w:rsidRPr="00F1106E">
              <w:t>procedures</w:t>
            </w:r>
            <w:proofErr w:type="gramEnd"/>
            <w:r>
              <w:t xml:space="preserve"> and </w:t>
            </w:r>
            <w:r w:rsidRPr="00F1106E">
              <w:t xml:space="preserve">processes </w:t>
            </w:r>
          </w:p>
          <w:p w14:paraId="0761FDA9" w14:textId="64F6C492" w:rsidR="00F1106E" w:rsidRPr="00F1106E" w:rsidRDefault="00F1106E" w:rsidP="00EA0F40">
            <w:pPr>
              <w:pStyle w:val="SIBulletList2"/>
            </w:pPr>
            <w:r>
              <w:t>access to research ethical standards</w:t>
            </w:r>
            <w:r w:rsidRPr="00F1106E">
              <w:t xml:space="preserve"> </w:t>
            </w:r>
          </w:p>
          <w:p w14:paraId="04B1E325" w14:textId="08D827DD" w:rsidR="00F1106E" w:rsidRPr="00F1106E" w:rsidRDefault="00F1106E" w:rsidP="00EA0F40">
            <w:pPr>
              <w:pStyle w:val="SIBulletList1"/>
            </w:pPr>
            <w:r w:rsidRPr="00F1106E">
              <w:t xml:space="preserve">relationships: </w:t>
            </w:r>
          </w:p>
          <w:p w14:paraId="04CB86A1" w14:textId="6FC80CB8" w:rsidR="00F1106E" w:rsidRPr="00F1106E" w:rsidRDefault="00F1106E" w:rsidP="00EA0F40">
            <w:pPr>
              <w:pStyle w:val="SIBulletList2"/>
            </w:pPr>
            <w:r w:rsidRPr="00F1106E">
              <w:t xml:space="preserve">stakeholders </w:t>
            </w:r>
          </w:p>
          <w:p w14:paraId="0EF8778D" w14:textId="77777777" w:rsidR="00F1106E" w:rsidRPr="00F1106E" w:rsidRDefault="00F1106E" w:rsidP="00F1106E">
            <w:r w:rsidRPr="00F1106E">
              <w:t xml:space="preserve">Assessors of this unit must satisfy the requirements for assessors in applicable vocational education and </w:t>
            </w:r>
          </w:p>
          <w:p w14:paraId="6D0F2460" w14:textId="77777777" w:rsidR="00F1106E" w:rsidRPr="00F1106E" w:rsidRDefault="00F1106E" w:rsidP="00F1106E">
            <w:r w:rsidRPr="00F1106E">
              <w:t xml:space="preserve">training legislation, frameworks and/or standards. </w:t>
            </w:r>
          </w:p>
          <w:p w14:paraId="759850B7" w14:textId="7B70669D" w:rsidR="003B541E" w:rsidRPr="005404CB" w:rsidRDefault="003B541E" w:rsidP="003B541E">
            <w:pPr>
              <w:pStyle w:val="SIText"/>
              <w:rPr>
                <w:rFonts w:eastAsia="Calibri"/>
              </w:rPr>
            </w:pP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lastRenderedPageBreak/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643DAA2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642755C3" w14:textId="3F95E822" w:rsidR="00F1480E" w:rsidRPr="005404CB" w:rsidRDefault="00B9148E" w:rsidP="005404CB">
            <w:pPr>
              <w:pStyle w:val="SIText"/>
            </w:pPr>
            <w:r w:rsidRPr="009B7F7C">
              <w:t>https://vetnet.gov.au/Pages/TrainingDocs.aspx?q=c6399549-9c62-4a5e-bf1a-524b2322cf72</w:t>
            </w:r>
          </w:p>
        </w:tc>
      </w:tr>
    </w:tbl>
    <w:p w14:paraId="51171C5D" w14:textId="77777777" w:rsidR="00F1480E" w:rsidRDefault="00F1480E" w:rsidP="003B541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F0F5D2" w14:textId="77777777" w:rsidR="00010EA8" w:rsidRDefault="00010EA8" w:rsidP="00BF3F0A">
      <w:r>
        <w:separator/>
      </w:r>
    </w:p>
    <w:p w14:paraId="4B134AE3" w14:textId="77777777" w:rsidR="00010EA8" w:rsidRDefault="00010EA8"/>
  </w:endnote>
  <w:endnote w:type="continuationSeparator" w:id="0">
    <w:p w14:paraId="54BDAECF" w14:textId="77777777" w:rsidR="00010EA8" w:rsidRDefault="00010EA8" w:rsidP="00BF3F0A">
      <w:r>
        <w:continuationSeparator/>
      </w:r>
    </w:p>
    <w:p w14:paraId="0BE82CF2" w14:textId="77777777" w:rsidR="00010EA8" w:rsidRDefault="00010EA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810109">
          <w:rPr>
            <w:noProof/>
          </w:rPr>
          <w:t>4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F47DD" w14:textId="77777777" w:rsidR="00010EA8" w:rsidRDefault="00010EA8" w:rsidP="00BF3F0A">
      <w:r>
        <w:separator/>
      </w:r>
    </w:p>
    <w:p w14:paraId="1394DC9A" w14:textId="77777777" w:rsidR="00010EA8" w:rsidRDefault="00010EA8"/>
  </w:footnote>
  <w:footnote w:type="continuationSeparator" w:id="0">
    <w:p w14:paraId="341503D3" w14:textId="77777777" w:rsidR="00010EA8" w:rsidRDefault="00010EA8" w:rsidP="00BF3F0A">
      <w:r>
        <w:continuationSeparator/>
      </w:r>
    </w:p>
    <w:p w14:paraId="2540902B" w14:textId="77777777" w:rsidR="00010EA8" w:rsidRDefault="00010EA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1ED77CF0" w:rsidR="009C2650" w:rsidRPr="000754EC" w:rsidRDefault="00EA0F40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7311A98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79217E" w:rsidRPr="0079217E">
      <w:t xml:space="preserve"> </w:t>
    </w:r>
    <w:r w:rsidR="00011C5C" w:rsidRPr="00011C5C">
      <w:t>AHCPER5</w:t>
    </w:r>
    <w:r w:rsidR="003352B5">
      <w:t>X2</w:t>
    </w:r>
    <w:r w:rsidR="00011C5C" w:rsidRPr="00011C5C">
      <w:t xml:space="preserve"> </w:t>
    </w:r>
    <w:r w:rsidR="005A781A">
      <w:t xml:space="preserve">Plan and conduct </w:t>
    </w:r>
    <w:r w:rsidR="00011C5C" w:rsidRPr="00011C5C">
      <w:t>field research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A6049A"/>
    <w:multiLevelType w:val="multilevel"/>
    <w:tmpl w:val="728E2F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1AE91D61"/>
    <w:multiLevelType w:val="multilevel"/>
    <w:tmpl w:val="8A961D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0BA4498"/>
    <w:multiLevelType w:val="multilevel"/>
    <w:tmpl w:val="64F8D2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3758728F"/>
    <w:multiLevelType w:val="multilevel"/>
    <w:tmpl w:val="72A20F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AE64A93"/>
    <w:multiLevelType w:val="multilevel"/>
    <w:tmpl w:val="66427B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C170FA7"/>
    <w:multiLevelType w:val="multilevel"/>
    <w:tmpl w:val="700635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61019D1"/>
    <w:multiLevelType w:val="multilevel"/>
    <w:tmpl w:val="244AAB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A5F5CEE"/>
    <w:multiLevelType w:val="multilevel"/>
    <w:tmpl w:val="B2EC79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8C426E6"/>
    <w:multiLevelType w:val="multilevel"/>
    <w:tmpl w:val="F0B05A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C1A0F1C"/>
    <w:multiLevelType w:val="multilevel"/>
    <w:tmpl w:val="AB822E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0277556"/>
    <w:multiLevelType w:val="multilevel"/>
    <w:tmpl w:val="6810BB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1F33AE"/>
    <w:multiLevelType w:val="multilevel"/>
    <w:tmpl w:val="9392BB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57081277">
    <w:abstractNumId w:val="15"/>
  </w:num>
  <w:num w:numId="2" w16cid:durableId="522061853">
    <w:abstractNumId w:val="11"/>
  </w:num>
  <w:num w:numId="3" w16cid:durableId="1574971012">
    <w:abstractNumId w:val="7"/>
  </w:num>
  <w:num w:numId="4" w16cid:durableId="2125340368">
    <w:abstractNumId w:val="3"/>
  </w:num>
  <w:num w:numId="5" w16cid:durableId="112553233">
    <w:abstractNumId w:val="0"/>
  </w:num>
  <w:num w:numId="6" w16cid:durableId="2111050683">
    <w:abstractNumId w:val="2"/>
  </w:num>
  <w:num w:numId="7" w16cid:durableId="1407261105">
    <w:abstractNumId w:val="12"/>
  </w:num>
  <w:num w:numId="8" w16cid:durableId="746077293">
    <w:abstractNumId w:val="9"/>
  </w:num>
  <w:num w:numId="9" w16cid:durableId="1095899713">
    <w:abstractNumId w:val="13"/>
  </w:num>
  <w:num w:numId="10" w16cid:durableId="1448239682">
    <w:abstractNumId w:val="10"/>
  </w:num>
  <w:num w:numId="11" w16cid:durableId="1163661880">
    <w:abstractNumId w:val="16"/>
  </w:num>
  <w:num w:numId="12" w16cid:durableId="1474371661">
    <w:abstractNumId w:val="6"/>
  </w:num>
  <w:num w:numId="13" w16cid:durableId="2077163994">
    <w:abstractNumId w:val="8"/>
  </w:num>
  <w:num w:numId="14" w16cid:durableId="863830327">
    <w:abstractNumId w:val="1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A15"/>
    <w:rsid w:val="00010EA8"/>
    <w:rsid w:val="0001108F"/>
    <w:rsid w:val="000115E2"/>
    <w:rsid w:val="00011C5C"/>
    <w:rsid w:val="000126D0"/>
    <w:rsid w:val="0001296A"/>
    <w:rsid w:val="000136C9"/>
    <w:rsid w:val="00016803"/>
    <w:rsid w:val="00023992"/>
    <w:rsid w:val="000275AE"/>
    <w:rsid w:val="000306F8"/>
    <w:rsid w:val="00041E59"/>
    <w:rsid w:val="000500BE"/>
    <w:rsid w:val="00054205"/>
    <w:rsid w:val="00057E4D"/>
    <w:rsid w:val="00064BFE"/>
    <w:rsid w:val="00070B3E"/>
    <w:rsid w:val="00071F95"/>
    <w:rsid w:val="000737BB"/>
    <w:rsid w:val="00074E47"/>
    <w:rsid w:val="000754EC"/>
    <w:rsid w:val="00086857"/>
    <w:rsid w:val="000873E8"/>
    <w:rsid w:val="0009093B"/>
    <w:rsid w:val="000A5441"/>
    <w:rsid w:val="000B2022"/>
    <w:rsid w:val="000C044A"/>
    <w:rsid w:val="000C149A"/>
    <w:rsid w:val="000C224E"/>
    <w:rsid w:val="000E0273"/>
    <w:rsid w:val="000E25E6"/>
    <w:rsid w:val="000E2C86"/>
    <w:rsid w:val="000F29F2"/>
    <w:rsid w:val="000F7B0C"/>
    <w:rsid w:val="00101659"/>
    <w:rsid w:val="00105AEA"/>
    <w:rsid w:val="001078BF"/>
    <w:rsid w:val="001129A2"/>
    <w:rsid w:val="00120F02"/>
    <w:rsid w:val="00133957"/>
    <w:rsid w:val="0013525C"/>
    <w:rsid w:val="001372F6"/>
    <w:rsid w:val="00144385"/>
    <w:rsid w:val="00146EEC"/>
    <w:rsid w:val="00151D55"/>
    <w:rsid w:val="00151D93"/>
    <w:rsid w:val="00156EF3"/>
    <w:rsid w:val="00162CC8"/>
    <w:rsid w:val="00176E4F"/>
    <w:rsid w:val="0018546B"/>
    <w:rsid w:val="001A6A3E"/>
    <w:rsid w:val="001A7B6D"/>
    <w:rsid w:val="001B091E"/>
    <w:rsid w:val="001B34D5"/>
    <w:rsid w:val="001B513A"/>
    <w:rsid w:val="001C0A75"/>
    <w:rsid w:val="001C1306"/>
    <w:rsid w:val="001D1D7F"/>
    <w:rsid w:val="001D30EB"/>
    <w:rsid w:val="001D5C1B"/>
    <w:rsid w:val="001D7F5B"/>
    <w:rsid w:val="001E0849"/>
    <w:rsid w:val="001E16BC"/>
    <w:rsid w:val="001E16DF"/>
    <w:rsid w:val="001F16C8"/>
    <w:rsid w:val="001F2BA5"/>
    <w:rsid w:val="001F308D"/>
    <w:rsid w:val="00201A7C"/>
    <w:rsid w:val="00202B55"/>
    <w:rsid w:val="0021210E"/>
    <w:rsid w:val="0021414D"/>
    <w:rsid w:val="00223124"/>
    <w:rsid w:val="0022512B"/>
    <w:rsid w:val="00233143"/>
    <w:rsid w:val="00234444"/>
    <w:rsid w:val="00242293"/>
    <w:rsid w:val="00244EA7"/>
    <w:rsid w:val="00246713"/>
    <w:rsid w:val="00262FC3"/>
    <w:rsid w:val="0026394F"/>
    <w:rsid w:val="00267AF6"/>
    <w:rsid w:val="00276DB8"/>
    <w:rsid w:val="00282664"/>
    <w:rsid w:val="00285FB8"/>
    <w:rsid w:val="002965A8"/>
    <w:rsid w:val="002970C3"/>
    <w:rsid w:val="002973EC"/>
    <w:rsid w:val="002A275C"/>
    <w:rsid w:val="002A4CD3"/>
    <w:rsid w:val="002A6CC4"/>
    <w:rsid w:val="002C0D46"/>
    <w:rsid w:val="002C1738"/>
    <w:rsid w:val="002C4E82"/>
    <w:rsid w:val="002C55E9"/>
    <w:rsid w:val="002D0C8B"/>
    <w:rsid w:val="002D330A"/>
    <w:rsid w:val="002E170C"/>
    <w:rsid w:val="002E193E"/>
    <w:rsid w:val="002F7CE6"/>
    <w:rsid w:val="003028FC"/>
    <w:rsid w:val="00304A05"/>
    <w:rsid w:val="00305EFF"/>
    <w:rsid w:val="00310A6A"/>
    <w:rsid w:val="003144E6"/>
    <w:rsid w:val="00333E3C"/>
    <w:rsid w:val="003352B5"/>
    <w:rsid w:val="00337E82"/>
    <w:rsid w:val="003443D9"/>
    <w:rsid w:val="00346FDC"/>
    <w:rsid w:val="00350BB1"/>
    <w:rsid w:val="00352C83"/>
    <w:rsid w:val="00357BBE"/>
    <w:rsid w:val="00366805"/>
    <w:rsid w:val="0037067D"/>
    <w:rsid w:val="00373436"/>
    <w:rsid w:val="0038735B"/>
    <w:rsid w:val="003916D1"/>
    <w:rsid w:val="00394C90"/>
    <w:rsid w:val="00397E65"/>
    <w:rsid w:val="003A16FC"/>
    <w:rsid w:val="003A21F0"/>
    <w:rsid w:val="003A277F"/>
    <w:rsid w:val="003A3E74"/>
    <w:rsid w:val="003A58BA"/>
    <w:rsid w:val="003A5AE7"/>
    <w:rsid w:val="003A7221"/>
    <w:rsid w:val="003A768F"/>
    <w:rsid w:val="003B3493"/>
    <w:rsid w:val="003B541E"/>
    <w:rsid w:val="003C13AE"/>
    <w:rsid w:val="003C7152"/>
    <w:rsid w:val="003D2E73"/>
    <w:rsid w:val="003E72B6"/>
    <w:rsid w:val="003E7BBE"/>
    <w:rsid w:val="003F14E7"/>
    <w:rsid w:val="004127E3"/>
    <w:rsid w:val="004173DD"/>
    <w:rsid w:val="0043212E"/>
    <w:rsid w:val="00434366"/>
    <w:rsid w:val="00434ECE"/>
    <w:rsid w:val="00436386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4CCD"/>
    <w:rsid w:val="00485559"/>
    <w:rsid w:val="00486E2B"/>
    <w:rsid w:val="004A142B"/>
    <w:rsid w:val="004A3860"/>
    <w:rsid w:val="004A44E8"/>
    <w:rsid w:val="004A581D"/>
    <w:rsid w:val="004A7706"/>
    <w:rsid w:val="004A77E3"/>
    <w:rsid w:val="004B27C3"/>
    <w:rsid w:val="004B29B7"/>
    <w:rsid w:val="004B3990"/>
    <w:rsid w:val="004B7A28"/>
    <w:rsid w:val="004C2244"/>
    <w:rsid w:val="004C79A1"/>
    <w:rsid w:val="004D0D5F"/>
    <w:rsid w:val="004D1569"/>
    <w:rsid w:val="004D44B1"/>
    <w:rsid w:val="004E0151"/>
    <w:rsid w:val="004E0460"/>
    <w:rsid w:val="004E1579"/>
    <w:rsid w:val="004E5FAE"/>
    <w:rsid w:val="004E6245"/>
    <w:rsid w:val="004E6741"/>
    <w:rsid w:val="004E7094"/>
    <w:rsid w:val="004F4019"/>
    <w:rsid w:val="004F5DC7"/>
    <w:rsid w:val="004F78DA"/>
    <w:rsid w:val="005145AB"/>
    <w:rsid w:val="005165A2"/>
    <w:rsid w:val="00520E9A"/>
    <w:rsid w:val="00521027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961F4"/>
    <w:rsid w:val="005A1D70"/>
    <w:rsid w:val="005A3AA5"/>
    <w:rsid w:val="005A6296"/>
    <w:rsid w:val="005A6C9C"/>
    <w:rsid w:val="005A74DC"/>
    <w:rsid w:val="005A781A"/>
    <w:rsid w:val="005B5146"/>
    <w:rsid w:val="005B55FD"/>
    <w:rsid w:val="005D0854"/>
    <w:rsid w:val="005D1AFD"/>
    <w:rsid w:val="005E51E6"/>
    <w:rsid w:val="005E5B6D"/>
    <w:rsid w:val="005F027A"/>
    <w:rsid w:val="005F33CC"/>
    <w:rsid w:val="005F3DD5"/>
    <w:rsid w:val="005F771F"/>
    <w:rsid w:val="0060141C"/>
    <w:rsid w:val="006121D4"/>
    <w:rsid w:val="00613B49"/>
    <w:rsid w:val="00616845"/>
    <w:rsid w:val="00620E8E"/>
    <w:rsid w:val="00627320"/>
    <w:rsid w:val="00633CFE"/>
    <w:rsid w:val="00634FCA"/>
    <w:rsid w:val="00643D1B"/>
    <w:rsid w:val="006452B8"/>
    <w:rsid w:val="00652E62"/>
    <w:rsid w:val="0066140A"/>
    <w:rsid w:val="00680367"/>
    <w:rsid w:val="0068453C"/>
    <w:rsid w:val="006852C0"/>
    <w:rsid w:val="00686A49"/>
    <w:rsid w:val="00687B62"/>
    <w:rsid w:val="00690C44"/>
    <w:rsid w:val="00692EC8"/>
    <w:rsid w:val="00695C89"/>
    <w:rsid w:val="00695F57"/>
    <w:rsid w:val="006969D9"/>
    <w:rsid w:val="006A2B68"/>
    <w:rsid w:val="006B1229"/>
    <w:rsid w:val="006C2F32"/>
    <w:rsid w:val="006C32DF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586"/>
    <w:rsid w:val="00717385"/>
    <w:rsid w:val="00722769"/>
    <w:rsid w:val="00727901"/>
    <w:rsid w:val="0073075B"/>
    <w:rsid w:val="0073404B"/>
    <w:rsid w:val="007341FF"/>
    <w:rsid w:val="007404E9"/>
    <w:rsid w:val="007444CF"/>
    <w:rsid w:val="00750E78"/>
    <w:rsid w:val="00752C75"/>
    <w:rsid w:val="00757005"/>
    <w:rsid w:val="00761DBE"/>
    <w:rsid w:val="0076523B"/>
    <w:rsid w:val="00771B60"/>
    <w:rsid w:val="00781D77"/>
    <w:rsid w:val="00782AE0"/>
    <w:rsid w:val="00783549"/>
    <w:rsid w:val="0078559E"/>
    <w:rsid w:val="007860B7"/>
    <w:rsid w:val="00786DC8"/>
    <w:rsid w:val="0079217E"/>
    <w:rsid w:val="0079402C"/>
    <w:rsid w:val="007A300D"/>
    <w:rsid w:val="007A49CA"/>
    <w:rsid w:val="007C6A6D"/>
    <w:rsid w:val="007D57F4"/>
    <w:rsid w:val="007D5A78"/>
    <w:rsid w:val="007E3BD1"/>
    <w:rsid w:val="007F1563"/>
    <w:rsid w:val="007F1EB2"/>
    <w:rsid w:val="007F44DB"/>
    <w:rsid w:val="007F5A8B"/>
    <w:rsid w:val="007F7FC7"/>
    <w:rsid w:val="00810109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873C8"/>
    <w:rsid w:val="008908DE"/>
    <w:rsid w:val="008959F5"/>
    <w:rsid w:val="008A12ED"/>
    <w:rsid w:val="008A39D3"/>
    <w:rsid w:val="008B2C77"/>
    <w:rsid w:val="008B4AD2"/>
    <w:rsid w:val="008B663E"/>
    <w:rsid w:val="008B7138"/>
    <w:rsid w:val="008C3751"/>
    <w:rsid w:val="008D3C8D"/>
    <w:rsid w:val="008D4C90"/>
    <w:rsid w:val="008E260C"/>
    <w:rsid w:val="008E39BE"/>
    <w:rsid w:val="008E62EC"/>
    <w:rsid w:val="008F32F6"/>
    <w:rsid w:val="00903631"/>
    <w:rsid w:val="00916CD7"/>
    <w:rsid w:val="00920927"/>
    <w:rsid w:val="00921B38"/>
    <w:rsid w:val="00923720"/>
    <w:rsid w:val="009278C9"/>
    <w:rsid w:val="00932CD7"/>
    <w:rsid w:val="00935B9C"/>
    <w:rsid w:val="00944C09"/>
    <w:rsid w:val="0095019A"/>
    <w:rsid w:val="009527CB"/>
    <w:rsid w:val="00953835"/>
    <w:rsid w:val="00955199"/>
    <w:rsid w:val="00960F6C"/>
    <w:rsid w:val="00962B62"/>
    <w:rsid w:val="00970747"/>
    <w:rsid w:val="009741AF"/>
    <w:rsid w:val="00993CEA"/>
    <w:rsid w:val="00997BFC"/>
    <w:rsid w:val="009A5900"/>
    <w:rsid w:val="009A6E6C"/>
    <w:rsid w:val="009A6F3F"/>
    <w:rsid w:val="009B2E04"/>
    <w:rsid w:val="009B331A"/>
    <w:rsid w:val="009B491D"/>
    <w:rsid w:val="009B7F7C"/>
    <w:rsid w:val="009C2650"/>
    <w:rsid w:val="009D15E2"/>
    <w:rsid w:val="009D15FE"/>
    <w:rsid w:val="009D2523"/>
    <w:rsid w:val="009D5D2C"/>
    <w:rsid w:val="009F0DCC"/>
    <w:rsid w:val="009F11CA"/>
    <w:rsid w:val="00A0695B"/>
    <w:rsid w:val="00A13052"/>
    <w:rsid w:val="00A216A8"/>
    <w:rsid w:val="00A223A6"/>
    <w:rsid w:val="00A3135C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3253"/>
    <w:rsid w:val="00B0712C"/>
    <w:rsid w:val="00B11D14"/>
    <w:rsid w:val="00B12013"/>
    <w:rsid w:val="00B22C67"/>
    <w:rsid w:val="00B3508F"/>
    <w:rsid w:val="00B443EE"/>
    <w:rsid w:val="00B52AAC"/>
    <w:rsid w:val="00B52B2E"/>
    <w:rsid w:val="00B560C8"/>
    <w:rsid w:val="00B61150"/>
    <w:rsid w:val="00B616D1"/>
    <w:rsid w:val="00B65BC7"/>
    <w:rsid w:val="00B7425E"/>
    <w:rsid w:val="00B746B9"/>
    <w:rsid w:val="00B848D4"/>
    <w:rsid w:val="00B865B7"/>
    <w:rsid w:val="00B9148E"/>
    <w:rsid w:val="00B91517"/>
    <w:rsid w:val="00B934C5"/>
    <w:rsid w:val="00B948C3"/>
    <w:rsid w:val="00B94E99"/>
    <w:rsid w:val="00BA1CB1"/>
    <w:rsid w:val="00BA4178"/>
    <w:rsid w:val="00BA482D"/>
    <w:rsid w:val="00BA5F11"/>
    <w:rsid w:val="00BB1755"/>
    <w:rsid w:val="00BB23F4"/>
    <w:rsid w:val="00BC5075"/>
    <w:rsid w:val="00BC5419"/>
    <w:rsid w:val="00BD3B0F"/>
    <w:rsid w:val="00BD4A22"/>
    <w:rsid w:val="00BE5889"/>
    <w:rsid w:val="00BF1D4C"/>
    <w:rsid w:val="00BF3F0A"/>
    <w:rsid w:val="00C04238"/>
    <w:rsid w:val="00C104BD"/>
    <w:rsid w:val="00C143C3"/>
    <w:rsid w:val="00C1739B"/>
    <w:rsid w:val="00C21ADE"/>
    <w:rsid w:val="00C23D97"/>
    <w:rsid w:val="00C26067"/>
    <w:rsid w:val="00C30A29"/>
    <w:rsid w:val="00C317DC"/>
    <w:rsid w:val="00C36FBC"/>
    <w:rsid w:val="00C4364C"/>
    <w:rsid w:val="00C471D4"/>
    <w:rsid w:val="00C5287E"/>
    <w:rsid w:val="00C578E9"/>
    <w:rsid w:val="00C70626"/>
    <w:rsid w:val="00C72860"/>
    <w:rsid w:val="00C72A48"/>
    <w:rsid w:val="00C73582"/>
    <w:rsid w:val="00C73B90"/>
    <w:rsid w:val="00C742EC"/>
    <w:rsid w:val="00C77D12"/>
    <w:rsid w:val="00C96AF3"/>
    <w:rsid w:val="00C97CCC"/>
    <w:rsid w:val="00CA0274"/>
    <w:rsid w:val="00CA139A"/>
    <w:rsid w:val="00CA50E1"/>
    <w:rsid w:val="00CB13D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71AA"/>
    <w:rsid w:val="00D52946"/>
    <w:rsid w:val="00D54C76"/>
    <w:rsid w:val="00D607DE"/>
    <w:rsid w:val="00D6140B"/>
    <w:rsid w:val="00D632BB"/>
    <w:rsid w:val="00D71E43"/>
    <w:rsid w:val="00D727F3"/>
    <w:rsid w:val="00D73695"/>
    <w:rsid w:val="00D810DE"/>
    <w:rsid w:val="00D81399"/>
    <w:rsid w:val="00D822E8"/>
    <w:rsid w:val="00D87D32"/>
    <w:rsid w:val="00D91188"/>
    <w:rsid w:val="00D92C83"/>
    <w:rsid w:val="00D97ACF"/>
    <w:rsid w:val="00DA0A81"/>
    <w:rsid w:val="00DA3C10"/>
    <w:rsid w:val="00DA53B5"/>
    <w:rsid w:val="00DB7D54"/>
    <w:rsid w:val="00DC1D69"/>
    <w:rsid w:val="00DC5A3A"/>
    <w:rsid w:val="00DD0726"/>
    <w:rsid w:val="00E0129D"/>
    <w:rsid w:val="00E11A59"/>
    <w:rsid w:val="00E238E6"/>
    <w:rsid w:val="00E34CD8"/>
    <w:rsid w:val="00E35064"/>
    <w:rsid w:val="00E3681D"/>
    <w:rsid w:val="00E37BBD"/>
    <w:rsid w:val="00E37C3B"/>
    <w:rsid w:val="00E40225"/>
    <w:rsid w:val="00E4046B"/>
    <w:rsid w:val="00E46FBD"/>
    <w:rsid w:val="00E501F0"/>
    <w:rsid w:val="00E51A1F"/>
    <w:rsid w:val="00E52C49"/>
    <w:rsid w:val="00E6166D"/>
    <w:rsid w:val="00E91BFF"/>
    <w:rsid w:val="00E92933"/>
    <w:rsid w:val="00E94FAD"/>
    <w:rsid w:val="00EA0F40"/>
    <w:rsid w:val="00EB0AA4"/>
    <w:rsid w:val="00EB5C88"/>
    <w:rsid w:val="00EC0469"/>
    <w:rsid w:val="00EC0C3E"/>
    <w:rsid w:val="00ED5AAC"/>
    <w:rsid w:val="00EF01F8"/>
    <w:rsid w:val="00EF3268"/>
    <w:rsid w:val="00EF40EF"/>
    <w:rsid w:val="00EF47FE"/>
    <w:rsid w:val="00F02CB7"/>
    <w:rsid w:val="00F05AFD"/>
    <w:rsid w:val="00F0614C"/>
    <w:rsid w:val="00F069BD"/>
    <w:rsid w:val="00F1106E"/>
    <w:rsid w:val="00F1480E"/>
    <w:rsid w:val="00F1497D"/>
    <w:rsid w:val="00F16AAC"/>
    <w:rsid w:val="00F2591A"/>
    <w:rsid w:val="00F30C7D"/>
    <w:rsid w:val="00F33FF2"/>
    <w:rsid w:val="00F438FC"/>
    <w:rsid w:val="00F47865"/>
    <w:rsid w:val="00F50405"/>
    <w:rsid w:val="00F5616F"/>
    <w:rsid w:val="00F56451"/>
    <w:rsid w:val="00F56827"/>
    <w:rsid w:val="00F60517"/>
    <w:rsid w:val="00F62866"/>
    <w:rsid w:val="00F65EF0"/>
    <w:rsid w:val="00F71651"/>
    <w:rsid w:val="00F76191"/>
    <w:rsid w:val="00F76CC6"/>
    <w:rsid w:val="00F777DC"/>
    <w:rsid w:val="00F824BB"/>
    <w:rsid w:val="00F83D7C"/>
    <w:rsid w:val="00F94876"/>
    <w:rsid w:val="00FA29EF"/>
    <w:rsid w:val="00FB02C0"/>
    <w:rsid w:val="00FB232E"/>
    <w:rsid w:val="00FB73E7"/>
    <w:rsid w:val="00FC1FC3"/>
    <w:rsid w:val="00FD557D"/>
    <w:rsid w:val="00FE0282"/>
    <w:rsid w:val="00FE124D"/>
    <w:rsid w:val="00FE792C"/>
    <w:rsid w:val="00FF3CA9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3A3E74"/>
    <w:rPr>
      <w:i/>
      <w:iCs/>
    </w:rPr>
  </w:style>
  <w:style w:type="paragraph" w:styleId="NormalWeb">
    <w:name w:val="Normal (Web)"/>
    <w:basedOn w:val="Normal"/>
    <w:uiPriority w:val="99"/>
    <w:semiHidden/>
    <w:unhideWhenUsed/>
    <w:locked/>
    <w:rsid w:val="003352B5"/>
    <w:rPr>
      <w:rFonts w:ascii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9B491D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2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0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3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8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1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8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3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720F775FD4DD49AEAD717A8349497A" ma:contentTypeVersion="" ma:contentTypeDescription="Create a new document." ma:contentTypeScope="" ma:versionID="616e988cc5bb66e92ee75c47d11ff9d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ee3a392-9fd5-4e44-986b-b11872d0f857" targetNamespace="http://schemas.microsoft.com/office/2006/metadata/properties" ma:root="true" ma:fieldsID="d3253cc7a1765f4b6deebf550db3da98" ns1:_="" ns2:_="" ns3:_="">
    <xsd:import namespace="http://schemas.microsoft.com/sharepoint/v3"/>
    <xsd:import namespace="d50bbff7-d6dd-47d2-864a-cfdc2c3db0f4"/>
    <xsd:import namespace="7ee3a392-9fd5-4e44-986b-b11872d0f85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e3a392-9fd5-4e44-986b-b11872d0f8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E05B468-4E5E-4333-839D-B608E7EDBA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ee3a392-9fd5-4e44-986b-b11872d0f8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www.w3.org/XML/1998/namespace"/>
    <ds:schemaRef ds:uri="http://purl.org/dc/terms/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schemas.microsoft.com/sharepoint/v3"/>
    <ds:schemaRef ds:uri="http://schemas.microsoft.com/office/2006/metadata/properties"/>
    <ds:schemaRef ds:uri="7ee3a392-9fd5-4e44-986b-b11872d0f857"/>
    <ds:schemaRef ds:uri="d50bbff7-d6dd-47d2-864a-cfdc2c3db0f4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7E8A0BB9-73F2-4E18-AAF1-52B71097E2B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</TotalTime>
  <Pages>4</Pages>
  <Words>1088</Words>
  <Characters>6204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2</cp:revision>
  <cp:lastPrinted>2016-05-27T05:21:00Z</cp:lastPrinted>
  <dcterms:created xsi:type="dcterms:W3CDTF">2022-05-19T02:00:00Z</dcterms:created>
  <dcterms:modified xsi:type="dcterms:W3CDTF">2022-05-19T02:00:00Z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0x0101008E720F775FD4DD49AEAD717A8349497A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